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47D16" w14:textId="27851FE5" w:rsidR="00D57133" w:rsidRDefault="00D57133"/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23627" w14:paraId="22773A9A" w14:textId="77777777" w:rsidTr="00D57133">
        <w:trPr>
          <w:trHeight w:val="114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888C" w14:textId="1E6A1AF8" w:rsidR="00D23627" w:rsidRDefault="00C32A89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La dichiarazione integrativa dovrà essere resa da tutti i soggetti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per i quali è prescritto l’obbligo di presentazione del DGUE</w:t>
            </w:r>
            <w:r w:rsidR="001F54B9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.</w:t>
            </w:r>
          </w:p>
        </w:tc>
      </w:tr>
    </w:tbl>
    <w:p w14:paraId="530FF452" w14:textId="77777777" w:rsidR="00D23627" w:rsidRDefault="00D23627">
      <w:pPr>
        <w:rPr>
          <w:vanish/>
        </w:rPr>
      </w:pPr>
    </w:p>
    <w:tbl>
      <w:tblPr>
        <w:tblW w:w="3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"/>
        <w:gridCol w:w="3292"/>
      </w:tblGrid>
      <w:tr w:rsidR="00D23627" w14:paraId="3B615381" w14:textId="77777777">
        <w:trPr>
          <w:trHeight w:val="168"/>
        </w:trPr>
        <w:tc>
          <w:tcPr>
            <w:tcW w:w="2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C77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7D6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68307D" w14:textId="069AAD0A" w:rsidR="00D23627" w:rsidRDefault="00D23627" w:rsidP="5D3D63F7">
      <w:pPr>
        <w:rPr>
          <w:rFonts w:ascii="Arial" w:hAnsi="Arial" w:cs="Arial"/>
          <w:b/>
          <w:bCs/>
          <w:sz w:val="22"/>
          <w:szCs w:val="22"/>
        </w:rPr>
      </w:pPr>
    </w:p>
    <w:p w14:paraId="7319361A" w14:textId="4BD38356" w:rsidR="00D23627" w:rsidRDefault="00C32A8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DICHIARAZIONE INTEGRATIVA DEI REQUISITI DI CARATTERE GENERALE</w:t>
      </w:r>
      <w:r w:rsidR="003F5888">
        <w:rPr>
          <w:rFonts w:ascii="Arial" w:hAnsi="Arial" w:cs="Arial"/>
          <w:b/>
          <w:bCs/>
          <w:sz w:val="22"/>
          <w:szCs w:val="22"/>
        </w:rPr>
        <w:t xml:space="preserve"> E PRIVACY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0AF2262" w14:textId="77777777" w:rsidR="001F54B9" w:rsidRDefault="00C32A89" w:rsidP="001F54B9">
      <w:pPr>
        <w:spacing w:before="100"/>
      </w:pPr>
      <w:r>
        <w:rPr>
          <w:rFonts w:ascii="Arial" w:hAnsi="Arial" w:cs="Arial"/>
          <w:sz w:val="22"/>
          <w:szCs w:val="22"/>
        </w:rPr>
        <w:t>Il sottoscritto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residente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n.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  <w:r w:rsidR="25731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qualità di:  </w:t>
      </w:r>
    </w:p>
    <w:p w14:paraId="33727CC8" w14:textId="7BE29AF1" w:rsidR="00D23627" w:rsidRPr="001F54B9" w:rsidRDefault="006D0764" w:rsidP="001F54B9">
      <w:pPr>
        <w:spacing w:before="100"/>
      </w:pPr>
      <w:r w:rsidRPr="006D0764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6D076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bCs/>
          <w:sz w:val="22"/>
          <w:szCs w:val="22"/>
        </w:rPr>
      </w:r>
      <w:r w:rsidR="0020467C">
        <w:rPr>
          <w:rFonts w:ascii="Arial" w:hAnsi="Arial" w:cs="Arial"/>
          <w:bCs/>
          <w:sz w:val="22"/>
          <w:szCs w:val="22"/>
        </w:rPr>
        <w:fldChar w:fldCharType="separate"/>
      </w:r>
      <w:r w:rsidRPr="006D0764">
        <w:rPr>
          <w:rFonts w:ascii="Arial" w:hAnsi="Arial" w:cs="Arial"/>
          <w:sz w:val="22"/>
          <w:szCs w:val="22"/>
        </w:rPr>
        <w:fldChar w:fldCharType="end"/>
      </w:r>
      <w:r w:rsidR="001F54B9">
        <w:rPr>
          <w:rFonts w:ascii="Arial" w:hAnsi="Arial" w:cs="Arial"/>
          <w:sz w:val="22"/>
          <w:szCs w:val="22"/>
        </w:rPr>
        <w:t xml:space="preserve"> professionista singolo </w:t>
      </w:r>
    </w:p>
    <w:p w14:paraId="4A29E3D1" w14:textId="77777777" w:rsidR="00D23627" w:rsidRDefault="00C32A89">
      <w:pPr>
        <w:spacing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441596A0" w14:textId="30D1A273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bCs/>
          <w:sz w:val="22"/>
          <w:szCs w:val="22"/>
        </w:rPr>
      </w:r>
      <w:r w:rsidR="0020467C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legale rappresentante  </w:t>
      </w:r>
    </w:p>
    <w:p w14:paraId="0B405FD4" w14:textId="001BA417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bCs/>
          <w:sz w:val="22"/>
          <w:szCs w:val="22"/>
        </w:rPr>
      </w:r>
      <w:r w:rsidR="0020467C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>procuratore generale/speciale, giusta procura allegata alla presente</w:t>
      </w:r>
    </w:p>
    <w:p w14:paraId="3FA90A7A" w14:textId="5F34D894" w:rsidR="00D23627" w:rsidRDefault="00C32A89">
      <w:pPr>
        <w:spacing w:after="100"/>
      </w:pPr>
      <w:r>
        <w:rPr>
          <w:rFonts w:ascii="Arial" w:hAnsi="Arial" w:cs="Arial"/>
          <w:sz w:val="22"/>
          <w:szCs w:val="22"/>
        </w:rPr>
        <w:t xml:space="preserve">dell’operatore economico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denominazione</w:t>
      </w:r>
      <w:r>
        <w:rPr>
          <w:rFonts w:ascii="Arial" w:hAnsi="Arial" w:cs="Arial"/>
          <w:sz w:val="22"/>
          <w:szCs w:val="22"/>
        </w:rPr>
        <w:t xml:space="preserve">)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303C894" w14:textId="77777777" w:rsidR="00D23627" w:rsidRDefault="00C32A89">
      <w:pPr>
        <w:ind w:left="360"/>
        <w:jc w:val="center"/>
      </w:pPr>
      <w:r>
        <w:rPr>
          <w:rFonts w:ascii="Arial" w:hAnsi="Arial" w:cs="Arial"/>
          <w:b/>
          <w:sz w:val="22"/>
          <w:szCs w:val="22"/>
        </w:rPr>
        <w:t>DICHIARA</w:t>
      </w:r>
    </w:p>
    <w:p w14:paraId="3987DE3A" w14:textId="2E5D3B74" w:rsidR="00D23627" w:rsidRDefault="00C32A89" w:rsidP="00123814">
      <w:pPr>
        <w:pStyle w:val="Paragrafoelenco"/>
        <w:numPr>
          <w:ilvl w:val="0"/>
          <w:numId w:val="7"/>
        </w:numPr>
        <w:tabs>
          <w:tab w:val="left" w:pos="-731"/>
        </w:tabs>
        <w:spacing w:before="100" w:after="120"/>
      </w:pPr>
      <w:r w:rsidRPr="00123814">
        <w:rPr>
          <w:rFonts w:ascii="Arial" w:hAnsi="Arial" w:cs="Arial"/>
        </w:rPr>
        <w:t xml:space="preserve">che i dati identificativi di tutti i soggetti di cui all’art. </w:t>
      </w:r>
      <w:r w:rsidR="00C82B7B" w:rsidRPr="00123814">
        <w:rPr>
          <w:rFonts w:ascii="Arial" w:hAnsi="Arial" w:cs="Arial"/>
        </w:rPr>
        <w:t>94</w:t>
      </w:r>
      <w:r w:rsidRPr="00123814">
        <w:rPr>
          <w:rFonts w:ascii="Arial" w:hAnsi="Arial" w:cs="Arial"/>
        </w:rPr>
        <w:t xml:space="preserve"> co.3 del D.lgs. </w:t>
      </w:r>
      <w:r w:rsidR="00C82B7B" w:rsidRPr="00123814">
        <w:rPr>
          <w:rFonts w:ascii="Arial" w:hAnsi="Arial" w:cs="Arial"/>
        </w:rPr>
        <w:t>36</w:t>
      </w:r>
      <w:r w:rsidRPr="00123814">
        <w:rPr>
          <w:rFonts w:ascii="Arial" w:hAnsi="Arial" w:cs="Arial"/>
        </w:rPr>
        <w:t>/20</w:t>
      </w:r>
      <w:r w:rsidR="00C82B7B" w:rsidRPr="00123814">
        <w:rPr>
          <w:rFonts w:ascii="Arial" w:hAnsi="Arial" w:cs="Arial"/>
        </w:rPr>
        <w:t>23</w:t>
      </w:r>
      <w:r w:rsidRPr="00123814">
        <w:rPr>
          <w:rFonts w:ascii="Arial" w:hAnsi="Arial" w:cs="Arial"/>
        </w:rPr>
        <w:t xml:space="preserve"> sono (</w:t>
      </w:r>
      <w:r w:rsidRPr="00123814">
        <w:rPr>
          <w:rFonts w:ascii="Arial" w:hAnsi="Arial" w:cs="Arial"/>
          <w:i/>
        </w:rPr>
        <w:t>riportare nome, cognome, data e luogo di nascita, codice fiscale, luogo di residenza e carica ricoperta per ciascun soggetto di cui alla previsione normativa</w:t>
      </w:r>
      <w:r w:rsidRPr="00123814">
        <w:rPr>
          <w:rFonts w:ascii="Arial" w:hAnsi="Arial" w:cs="Arial"/>
        </w:rPr>
        <w:t xml:space="preserve">):  </w:t>
      </w: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1658"/>
        <w:gridCol w:w="1659"/>
        <w:gridCol w:w="1655"/>
        <w:gridCol w:w="1704"/>
        <w:gridCol w:w="1461"/>
      </w:tblGrid>
      <w:tr w:rsidR="00D23627" w14:paraId="7A59656A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A48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DAE1360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5A2A0DD5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9AEB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Luogo di nascita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EA7C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Data di nascita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6AF7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Codice fiscale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705B" w14:textId="3BFE3214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Carica ricoperta tra quelle di cui all’art.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94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comma 3 del D.lgs.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36</w:t>
            </w:r>
            <w:r>
              <w:rPr>
                <w:rFonts w:ascii="Arial" w:hAnsi="Arial" w:cs="Arial"/>
                <w:i/>
                <w:sz w:val="22"/>
                <w:szCs w:val="22"/>
              </w:rPr>
              <w:t>/20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56F2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Comune di residenza</w:t>
            </w:r>
          </w:p>
        </w:tc>
      </w:tr>
      <w:tr w:rsidR="00D23627" w14:paraId="5B61A939" w14:textId="77777777" w:rsidTr="00D57133">
        <w:trPr>
          <w:trHeight w:val="881"/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9C1A" w14:textId="09659A22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7062" w14:textId="19D6C134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1865" w14:textId="488D211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CEC2" w14:textId="187A98AA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A9D1" w14:textId="63732199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7963" w14:textId="52DCE311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17A83D5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5DCE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7702B" w14:textId="0D0ADBE6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2836DF97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5FA6" w14:textId="7BF75BC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3B32" w14:textId="7C3294AE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C97B" w14:textId="36EB7DD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1EC5" w14:textId="3434AA3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300E" w14:textId="3941AEF4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2CCBE98F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0B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28CD7" w14:textId="36C0AE4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07720C72" w14:textId="7C06C9BB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1A1A" w14:textId="5B88D2A8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231F" w14:textId="3B7EDD55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247A3" w14:textId="50A9D2EA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F6DC" w14:textId="514B6BA7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03B4" w14:textId="2952D582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7BDCD66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75BB" w14:textId="77777777" w:rsidR="0099467D" w:rsidRDefault="0099467D" w:rsidP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DAC37B" w14:textId="1FAAE240" w:rsidR="00D23627" w:rsidRPr="0099467D" w:rsidRDefault="00D57133" w:rsidP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88A115C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E1CB" w14:textId="2B06707E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0DD3" w14:textId="5C94A75B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32C3" w14:textId="5967C94C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5E3F" w14:textId="3CF33A7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05" w14:textId="5C605DDF" w:rsidR="00D23627" w:rsidRDefault="0099467D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451830E2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57F2" w14:textId="77777777" w:rsidR="0099467D" w:rsidRDefault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D94D49" w14:textId="78003A31" w:rsidR="00D23627" w:rsidRDefault="00D571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  <w:p w14:paraId="48E7473B" w14:textId="7A339B4A" w:rsidR="0099467D" w:rsidRDefault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8796" w14:textId="5A1B9962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6793" w14:textId="0E451CC8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4366" w14:textId="0267F453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775" w14:textId="440C6EDD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6075" w14:textId="58F972A3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30471B6D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39C6" w14:textId="77777777" w:rsidR="00D23627" w:rsidRDefault="00C3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8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3B71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E4812" w14:textId="14382EB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A6FDB90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3DEAB" w14:textId="77777777" w:rsidR="00D23627" w:rsidRDefault="00C32A89">
      <w:pPr>
        <w:tabs>
          <w:tab w:val="left" w:pos="360"/>
        </w:tabs>
        <w:spacing w:before="100" w:after="1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50B21731" w14:textId="357425B9" w:rsidR="00D23627" w:rsidRDefault="00C32A89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che la banca dati ufficiale o pubblico registro da cui i medesimi possono essere ricavati in modo aggio</w:t>
      </w:r>
      <w:r w:rsidR="00C82B7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nato alla data di presentazione dell’offerta è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3D80C97" w14:textId="77777777" w:rsidR="00D57133" w:rsidRDefault="00D57133">
      <w:pPr>
        <w:tabs>
          <w:tab w:val="left" w:pos="360"/>
        </w:tabs>
        <w:spacing w:before="100" w:after="100"/>
      </w:pPr>
    </w:p>
    <w:p w14:paraId="17CB7EF6" w14:textId="72D7AAD8" w:rsidR="00D23627" w:rsidRPr="00123814" w:rsidRDefault="00C32A89" w:rsidP="00123814">
      <w:pPr>
        <w:pStyle w:val="Paragrafoelenco"/>
        <w:numPr>
          <w:ilvl w:val="0"/>
          <w:numId w:val="7"/>
        </w:numPr>
        <w:tabs>
          <w:tab w:val="left" w:pos="-731"/>
        </w:tabs>
        <w:rPr>
          <w:rFonts w:ascii="Arial" w:hAnsi="Arial" w:cs="Arial"/>
          <w:b/>
          <w:spacing w:val="-4"/>
        </w:rPr>
      </w:pPr>
      <w:r w:rsidRPr="00123814">
        <w:rPr>
          <w:rFonts w:ascii="Arial" w:hAnsi="Arial" w:cs="Arial"/>
          <w:b/>
          <w:spacing w:val="-4"/>
        </w:rPr>
        <w:t>di rientrare in uno dei seguenti soggetti:</w:t>
      </w:r>
    </w:p>
    <w:p w14:paraId="74D268D3" w14:textId="2BF1B384" w:rsidR="00D23627" w:rsidRDefault="00B47F61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sz w:val="22"/>
          <w:szCs w:val="22"/>
        </w:rPr>
      </w:r>
      <w:r w:rsidR="0020467C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professionista singolo (art. </w:t>
      </w:r>
      <w:r w:rsidR="00C82B7B" w:rsidRPr="6137A78A">
        <w:rPr>
          <w:rFonts w:ascii="Arial" w:hAnsi="Arial" w:cs="Arial"/>
          <w:sz w:val="22"/>
          <w:szCs w:val="22"/>
        </w:rPr>
        <w:t>66</w:t>
      </w:r>
      <w:r w:rsidR="00C32A89" w:rsidRPr="6137A78A">
        <w:rPr>
          <w:rFonts w:ascii="Arial" w:hAnsi="Arial" w:cs="Arial"/>
          <w:sz w:val="22"/>
          <w:szCs w:val="22"/>
        </w:rPr>
        <w:t xml:space="preserve"> co. 1 lett. a);</w:t>
      </w:r>
    </w:p>
    <w:p w14:paraId="470C4F1A" w14:textId="36BCD653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sz w:val="22"/>
          <w:szCs w:val="22"/>
        </w:rPr>
      </w:r>
      <w:r w:rsidR="0020467C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professionisti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b);</w:t>
      </w:r>
    </w:p>
    <w:p w14:paraId="3E437A61" w14:textId="444F715D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sz w:val="22"/>
          <w:szCs w:val="22"/>
        </w:rPr>
      </w:r>
      <w:r w:rsidR="0020467C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ingegneria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c);</w:t>
      </w:r>
    </w:p>
    <w:p w14:paraId="7A1C078A" w14:textId="755DC455" w:rsidR="00DE3D51" w:rsidRDefault="00DE3D51" w:rsidP="00DE3D51">
      <w:pPr>
        <w:tabs>
          <w:tab w:val="left" w:pos="360"/>
        </w:tabs>
        <w:spacing w:after="20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bCs/>
          <w:sz w:val="22"/>
          <w:szCs w:val="22"/>
        </w:rPr>
      </w:r>
      <w:r w:rsidR="0020467C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prestator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di servizi di ingegneria e architettura stabiliti in altri Stati membri, costituiti conformemente alla legislazione vigente nei rispettivi Paesi (art. 66, co. 1 lett. d)</w:t>
      </w:r>
      <w:r>
        <w:rPr>
          <w:rFonts w:ascii="Arial" w:hAnsi="Arial" w:cs="Arial"/>
          <w:sz w:val="22"/>
          <w:szCs w:val="22"/>
        </w:rPr>
        <w:t>;</w:t>
      </w:r>
    </w:p>
    <w:p w14:paraId="6276FC9D" w14:textId="105DF3E0" w:rsidR="00DE3D51" w:rsidRDefault="00DE3D51" w:rsidP="00DE3D51">
      <w:pPr>
        <w:tabs>
          <w:tab w:val="left" w:pos="360"/>
        </w:tabs>
        <w:spacing w:after="200"/>
        <w:ind w:left="360"/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bCs/>
          <w:sz w:val="22"/>
          <w:szCs w:val="22"/>
        </w:rPr>
      </w:r>
      <w:r w:rsidR="0020467C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>altr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soggett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abilitat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in forza del diritto nazionale a offrire sul mercato servizi di ingegneria e di architettura (art. 66, co. 1 lett. e)</w:t>
      </w:r>
      <w:r>
        <w:rPr>
          <w:rFonts w:ascii="Arial" w:hAnsi="Arial" w:cs="Arial"/>
          <w:sz w:val="22"/>
          <w:szCs w:val="22"/>
        </w:rPr>
        <w:t>;</w:t>
      </w:r>
    </w:p>
    <w:p w14:paraId="3DBA9E3A" w14:textId="2EC45D87" w:rsidR="00D23627" w:rsidRDefault="00C82B7B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20467C">
        <w:rPr>
          <w:rFonts w:ascii="Arial" w:hAnsi="Arial" w:cs="Arial"/>
          <w:sz w:val="22"/>
          <w:szCs w:val="22"/>
        </w:rPr>
      </w:r>
      <w:r w:rsidR="0020467C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</w:t>
      </w:r>
      <w:r w:rsidR="00C32A89" w:rsidRPr="6137A78A">
        <w:rPr>
          <w:rFonts w:ascii="Arial" w:hAnsi="Arial" w:cs="Arial"/>
          <w:sz w:val="22"/>
          <w:szCs w:val="22"/>
        </w:rPr>
        <w:t xml:space="preserve"> consorzio stabile di società di professionisti e di società di ingegneria (art. </w:t>
      </w:r>
      <w:r w:rsidR="00DE3D51"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 xml:space="preserve">6 co. 1 lett. </w:t>
      </w:r>
      <w:r w:rsidR="00DE3D51" w:rsidRPr="6137A78A">
        <w:rPr>
          <w:rFonts w:ascii="Arial" w:hAnsi="Arial" w:cs="Arial"/>
          <w:sz w:val="22"/>
          <w:szCs w:val="22"/>
        </w:rPr>
        <w:t>g</w:t>
      </w:r>
      <w:r w:rsidR="00C32A89" w:rsidRPr="6137A78A">
        <w:rPr>
          <w:rFonts w:ascii="Arial" w:hAnsi="Arial" w:cs="Arial"/>
          <w:sz w:val="22"/>
          <w:szCs w:val="22"/>
        </w:rPr>
        <w:t>);</w:t>
      </w:r>
    </w:p>
    <w:p w14:paraId="412454ED" w14:textId="77777777" w:rsidR="00D23627" w:rsidRDefault="00C32A89" w:rsidP="00123814">
      <w:pPr>
        <w:numPr>
          <w:ilvl w:val="0"/>
          <w:numId w:val="7"/>
        </w:numPr>
        <w:tabs>
          <w:tab w:val="left" w:pos="-731"/>
        </w:tabs>
        <w:spacing w:after="200"/>
      </w:pPr>
      <w:r>
        <w:rPr>
          <w:rFonts w:ascii="Arial" w:hAnsi="Arial" w:cs="Arial"/>
          <w:b/>
          <w:i/>
          <w:sz w:val="22"/>
          <w:szCs w:val="22"/>
        </w:rPr>
        <w:t xml:space="preserve">(per professionisti associati) </w:t>
      </w:r>
    </w:p>
    <w:p w14:paraId="29DAD726" w14:textId="3DE5A859" w:rsidR="00D23627" w:rsidRPr="001F7B76" w:rsidRDefault="00C32A89" w:rsidP="0099467D">
      <w:pPr>
        <w:numPr>
          <w:ilvl w:val="0"/>
          <w:numId w:val="3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professionista associato e </w:t>
      </w:r>
      <w:r w:rsidR="001F7B76">
        <w:rPr>
          <w:rFonts w:ascii="Arial" w:hAnsi="Arial" w:cs="Arial"/>
          <w:sz w:val="22"/>
          <w:szCs w:val="22"/>
        </w:rPr>
        <w:t>le relative iscrizioni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 di ciascun professionista associato</w:t>
      </w:r>
      <w:r>
        <w:rPr>
          <w:rFonts w:ascii="Arial" w:hAnsi="Arial" w:cs="Arial"/>
          <w:sz w:val="22"/>
          <w:szCs w:val="22"/>
        </w:rPr>
        <w:t xml:space="preserve">): </w:t>
      </w:r>
    </w:p>
    <w:p w14:paraId="619510BA" w14:textId="2A81E753" w:rsidR="001F7B76" w:rsidRDefault="001F7B76" w:rsidP="0099467D">
      <w:pPr>
        <w:numPr>
          <w:ilvl w:val="0"/>
          <w:numId w:val="3"/>
        </w:numPr>
        <w:tabs>
          <w:tab w:val="left" w:pos="851"/>
        </w:tabs>
        <w:spacing w:after="200"/>
        <w:ind w:left="851" w:hanging="425"/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che lo statuto dell’associazione professionale e, ove non indicato il rappresentante, l’atto di nomina di quest’ultimo con i relativi poteri è allegato alla presente</w:t>
      </w:r>
      <w:r>
        <w:rPr>
          <w:rStyle w:val="eop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05F2920F" w14:textId="1630FE68" w:rsidR="00D23627" w:rsidRDefault="00C32A89" w:rsidP="0099467D">
      <w:pPr>
        <w:numPr>
          <w:ilvl w:val="0"/>
          <w:numId w:val="7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ingegneria)</w:t>
      </w:r>
    </w:p>
    <w:p w14:paraId="45DA0817" w14:textId="7752CC84" w:rsidR="00D23627" w:rsidRDefault="00C32A89" w:rsidP="0ACCF79E">
      <w:pPr>
        <w:numPr>
          <w:ilvl w:val="0"/>
          <w:numId w:val="4"/>
        </w:numPr>
        <w:tabs>
          <w:tab w:val="left" w:pos="426"/>
        </w:tabs>
        <w:spacing w:before="100" w:after="12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il direttore tecnico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cui titolo di studio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abilitato dal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ed iscritto all’albo </w:t>
      </w:r>
      <w:r w:rsidR="005B5006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5006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5B5006" w:rsidRPr="0ACCF79E">
        <w:rPr>
          <w:rFonts w:ascii="Arial" w:hAnsi="Arial" w:cs="Arial"/>
          <w:sz w:val="22"/>
          <w:szCs w:val="22"/>
        </w:rPr>
      </w:r>
      <w:r w:rsidR="005B5006" w:rsidRPr="0ACCF79E">
        <w:rPr>
          <w:rFonts w:ascii="Arial" w:hAnsi="Arial" w:cs="Arial"/>
          <w:sz w:val="22"/>
          <w:szCs w:val="22"/>
        </w:rPr>
        <w:fldChar w:fldCharType="separate"/>
      </w:r>
      <w:r w:rsidR="005B5006" w:rsidRPr="0ACCF79E">
        <w:rPr>
          <w:rFonts w:ascii="Arial" w:hAnsi="Arial" w:cs="Arial"/>
          <w:sz w:val="22"/>
          <w:szCs w:val="22"/>
        </w:rPr>
        <w:t> </w:t>
      </w:r>
      <w:r w:rsidR="005B5006" w:rsidRPr="0ACCF79E">
        <w:rPr>
          <w:rFonts w:ascii="Arial" w:hAnsi="Arial" w:cs="Arial"/>
          <w:sz w:val="22"/>
          <w:szCs w:val="22"/>
        </w:rPr>
        <w:t> </w:t>
      </w:r>
      <w:r w:rsidR="005B5006" w:rsidRPr="0ACCF79E">
        <w:rPr>
          <w:rFonts w:ascii="Arial" w:hAnsi="Arial" w:cs="Arial"/>
          <w:sz w:val="22"/>
          <w:szCs w:val="22"/>
        </w:rPr>
        <w:t> </w:t>
      </w:r>
      <w:r w:rsidR="005B5006" w:rsidRPr="0ACCF79E">
        <w:rPr>
          <w:rFonts w:ascii="Arial" w:hAnsi="Arial" w:cs="Arial"/>
          <w:sz w:val="22"/>
          <w:szCs w:val="22"/>
        </w:rPr>
        <w:t> </w:t>
      </w:r>
      <w:r w:rsidR="005B5006" w:rsidRPr="0ACCF79E">
        <w:rPr>
          <w:rFonts w:ascii="Arial" w:hAnsi="Arial" w:cs="Arial"/>
          <w:sz w:val="22"/>
          <w:szCs w:val="22"/>
        </w:rPr>
        <w:t> </w:t>
      </w:r>
      <w:r w:rsidR="005B5006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al n°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62C979FA" w:rsidRPr="0ACCF79E">
        <w:rPr>
          <w:rFonts w:ascii="Arial" w:hAnsi="Arial" w:cs="Arial"/>
          <w:sz w:val="22"/>
          <w:szCs w:val="22"/>
        </w:rPr>
        <w:t> ;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</w:p>
    <w:p w14:paraId="7E7FF260" w14:textId="699F1241" w:rsidR="0099467D" w:rsidRPr="001F54B9" w:rsidRDefault="00C32A89" w:rsidP="001F54B9">
      <w:pPr>
        <w:numPr>
          <w:ilvl w:val="0"/>
          <w:numId w:val="4"/>
        </w:numPr>
        <w:tabs>
          <w:tab w:val="left" w:pos="426"/>
        </w:tabs>
        <w:spacing w:before="100" w:after="120"/>
        <w:ind w:left="851" w:hanging="426"/>
      </w:pPr>
      <w:r>
        <w:rPr>
          <w:rFonts w:ascii="Arial" w:hAnsi="Arial" w:cs="Arial"/>
          <w:sz w:val="22"/>
          <w:szCs w:val="22"/>
        </w:rPr>
        <w:t>che l’organigramma aggiornato ai sensi dell’art. 36 dell’allegato II.12 del d.lgs. 36/2023 comprendente i soggetti direttamente impiegati nello svolgimento di funzioni professionali e tecniche, nonché di controllo e qualità, è quello allegato alla presente dichiarazione integrativa</w:t>
      </w:r>
      <w:r w:rsidR="001F54B9">
        <w:t>.</w:t>
      </w:r>
    </w:p>
    <w:p w14:paraId="03CC812C" w14:textId="28354EE4" w:rsidR="00D23627" w:rsidRPr="0099467D" w:rsidRDefault="00C32A89" w:rsidP="0099467D">
      <w:pPr>
        <w:numPr>
          <w:ilvl w:val="0"/>
          <w:numId w:val="7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professionisti)</w:t>
      </w:r>
    </w:p>
    <w:p w14:paraId="57841979" w14:textId="553E84F9" w:rsidR="00D23627" w:rsidRPr="00C32A89" w:rsidRDefault="00C32A89" w:rsidP="0099467D">
      <w:pPr>
        <w:numPr>
          <w:ilvl w:val="0"/>
          <w:numId w:val="4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gli estremi di iscrizione ai relativi albi professionali dei soci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>;</w:t>
      </w:r>
    </w:p>
    <w:p w14:paraId="19018D5B" w14:textId="3E7CE6DA" w:rsidR="00D23627" w:rsidRPr="001F54B9" w:rsidRDefault="00C32A89" w:rsidP="001F54B9">
      <w:pPr>
        <w:numPr>
          <w:ilvl w:val="0"/>
          <w:numId w:val="4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che l’organigramma aggiornato ai sensi </w:t>
      </w:r>
      <w:r>
        <w:rPr>
          <w:rFonts w:ascii="Arial" w:hAnsi="Arial" w:cs="Arial"/>
          <w:sz w:val="22"/>
          <w:szCs w:val="22"/>
        </w:rPr>
        <w:t xml:space="preserve">dell’art. 35 dell’allegato II.12 del d.lgs. 36/2023 </w:t>
      </w:r>
      <w:r w:rsidRPr="00C32A89">
        <w:rPr>
          <w:rFonts w:ascii="Arial" w:hAnsi="Arial" w:cs="Arial"/>
          <w:sz w:val="22"/>
          <w:szCs w:val="22"/>
        </w:rPr>
        <w:t>comprendente i soggetti direttamente impiegati nello svolgimento di funzioni professionali e tecniche, nonché di controllo e qualità, è allegato alla presente dichiarazione integ</w:t>
      </w:r>
      <w:r w:rsidR="005B5006">
        <w:rPr>
          <w:rFonts w:ascii="Arial" w:hAnsi="Arial" w:cs="Arial"/>
          <w:sz w:val="22"/>
          <w:szCs w:val="22"/>
        </w:rPr>
        <w:t>r</w:t>
      </w:r>
      <w:r w:rsidR="001F54B9">
        <w:rPr>
          <w:rFonts w:ascii="Arial" w:hAnsi="Arial" w:cs="Arial"/>
          <w:sz w:val="22"/>
          <w:szCs w:val="22"/>
        </w:rPr>
        <w:t>ativa.</w:t>
      </w:r>
    </w:p>
    <w:p w14:paraId="569CB7D8" w14:textId="77777777" w:rsidR="00DE3D51" w:rsidRPr="00DE3D51" w:rsidRDefault="00DE3D51">
      <w:pPr>
        <w:ind w:left="426" w:hanging="426"/>
        <w:rPr>
          <w:rFonts w:ascii="Arial" w:hAnsi="Arial" w:cs="Arial"/>
          <w:b/>
          <w:i/>
          <w:sz w:val="22"/>
          <w:szCs w:val="22"/>
        </w:rPr>
      </w:pPr>
    </w:p>
    <w:p w14:paraId="6DAC32FD" w14:textId="4201B7FF" w:rsidR="00DE3D51" w:rsidRDefault="00DE3D51" w:rsidP="0099467D">
      <w:pPr>
        <w:numPr>
          <w:ilvl w:val="0"/>
          <w:numId w:val="7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t>(per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DE3D51">
        <w:rPr>
          <w:rFonts w:ascii="Arial" w:hAnsi="Arial" w:cs="Arial"/>
          <w:b/>
          <w:i/>
          <w:sz w:val="22"/>
          <w:szCs w:val="22"/>
        </w:rPr>
        <w:t>i prestatori di servizi di ingegneria e architettura stabiliti in altri Stati membri)</w:t>
      </w:r>
    </w:p>
    <w:p w14:paraId="64FB350D" w14:textId="1E16FC38" w:rsidR="00DE3D51" w:rsidRDefault="00DE3D51" w:rsidP="0099467D">
      <w:pPr>
        <w:numPr>
          <w:ilvl w:val="0"/>
          <w:numId w:val="3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>che i dati identificativi di ciascun prestatore di servizio e le relative iscrizion</w:t>
      </w:r>
      <w:r w:rsidR="005B500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0A89D69E" w14:textId="77777777" w:rsidR="00DE3D51" w:rsidRPr="00DE3D51" w:rsidRDefault="00DE3D51" w:rsidP="00DE3D51">
      <w:pPr>
        <w:tabs>
          <w:tab w:val="left" w:pos="360"/>
        </w:tabs>
        <w:spacing w:before="100" w:after="100"/>
        <w:rPr>
          <w:rFonts w:ascii="Arial" w:hAnsi="Arial" w:cs="Arial"/>
          <w:b/>
          <w:i/>
          <w:sz w:val="22"/>
          <w:szCs w:val="22"/>
        </w:rPr>
      </w:pPr>
    </w:p>
    <w:p w14:paraId="3881BEFE" w14:textId="6311AAEA" w:rsidR="00DE3D51" w:rsidRDefault="00DE3D51" w:rsidP="00DE3D51">
      <w:pPr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lastRenderedPageBreak/>
        <w:t>VI</w:t>
      </w:r>
      <w:r w:rsidR="00D57133">
        <w:rPr>
          <w:rFonts w:ascii="Arial" w:hAnsi="Arial" w:cs="Arial"/>
          <w:b/>
          <w:i/>
          <w:sz w:val="22"/>
          <w:szCs w:val="22"/>
        </w:rPr>
        <w:t>I</w:t>
      </w:r>
      <w:r w:rsidRPr="00DE3D51">
        <w:rPr>
          <w:rFonts w:ascii="Arial" w:hAnsi="Arial" w:cs="Arial"/>
          <w:b/>
          <w:i/>
          <w:sz w:val="22"/>
          <w:szCs w:val="22"/>
        </w:rPr>
        <w:t>. (per gli altri soggetti abilitati in forza del diritto nazionale a offrire sul mercato servizi di ingegneria e di architettura)</w:t>
      </w:r>
    </w:p>
    <w:p w14:paraId="2E0E3076" w14:textId="77777777" w:rsidR="00123814" w:rsidRPr="00DE3D51" w:rsidRDefault="00123814" w:rsidP="00DE3D51">
      <w:pPr>
        <w:rPr>
          <w:rFonts w:ascii="Arial" w:hAnsi="Arial" w:cs="Arial"/>
          <w:b/>
          <w:i/>
          <w:sz w:val="22"/>
          <w:szCs w:val="22"/>
        </w:rPr>
      </w:pPr>
    </w:p>
    <w:p w14:paraId="06102251" w14:textId="32964F83" w:rsidR="00123814" w:rsidRDefault="00123814" w:rsidP="0099467D">
      <w:pPr>
        <w:numPr>
          <w:ilvl w:val="0"/>
          <w:numId w:val="3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soggetto abilitato </w:t>
      </w:r>
      <w:r w:rsidR="0099467D">
        <w:rPr>
          <w:rFonts w:ascii="Arial" w:hAnsi="Arial" w:cs="Arial"/>
          <w:sz w:val="22"/>
          <w:szCs w:val="22"/>
        </w:rPr>
        <w:t xml:space="preserve">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123814">
        <w:rPr>
          <w:rFonts w:ascii="Arial" w:hAnsi="Arial" w:cs="Arial"/>
          <w:i/>
          <w:iCs/>
          <w:sz w:val="22"/>
          <w:szCs w:val="22"/>
        </w:rPr>
        <w:t>indicare denominazione, ragione sociale, p. iva,</w:t>
      </w:r>
      <w:r>
        <w:rPr>
          <w:rFonts w:ascii="Arial" w:hAnsi="Arial" w:cs="Arial"/>
          <w:sz w:val="22"/>
          <w:szCs w:val="22"/>
        </w:rPr>
        <w:t xml:space="preserve"> </w:t>
      </w:r>
      <w:r w:rsidRPr="00123814">
        <w:rPr>
          <w:rFonts w:ascii="Arial" w:hAnsi="Arial" w:cs="Arial"/>
          <w:i/>
          <w:iCs/>
          <w:sz w:val="22"/>
          <w:szCs w:val="22"/>
        </w:rPr>
        <w:t>sede)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B80F7E5" w14:textId="27426FD6" w:rsidR="002E18C0" w:rsidRPr="001F54B9" w:rsidRDefault="002E18C0" w:rsidP="001F54B9">
      <w:pPr>
        <w:numPr>
          <w:ilvl w:val="0"/>
          <w:numId w:val="3"/>
        </w:numPr>
        <w:tabs>
          <w:tab w:val="left" w:pos="284"/>
          <w:tab w:val="left" w:pos="851"/>
        </w:tabs>
        <w:spacing w:before="100" w:after="100"/>
        <w:ind w:left="851" w:hanging="425"/>
      </w:pPr>
      <w:r>
        <w:rPr>
          <w:rFonts w:ascii="Arial" w:hAnsi="Arial" w:cs="Arial"/>
          <w:sz w:val="22"/>
          <w:szCs w:val="22"/>
        </w:rPr>
        <w:t xml:space="preserve">che l’organigramma aggiornato ai sensi dell’art. 37 dell’allegato II.12 del d.lgs. 36/2023 comprendente i soggetti direttamente impiegati nello svolgimento di funzioni professionali e tecniche, nonché di controllo e qualità, è </w:t>
      </w:r>
      <w:r w:rsidRPr="003F5888">
        <w:rPr>
          <w:rFonts w:ascii="Arial" w:hAnsi="Arial" w:cs="Arial"/>
          <w:sz w:val="22"/>
          <w:szCs w:val="22"/>
          <w:u w:val="single"/>
        </w:rPr>
        <w:t>allegato alla presente dichiarazione integra</w:t>
      </w:r>
      <w:r w:rsidR="001F54B9" w:rsidRPr="003F5888">
        <w:rPr>
          <w:rFonts w:ascii="Arial" w:hAnsi="Arial" w:cs="Arial"/>
          <w:sz w:val="22"/>
          <w:szCs w:val="22"/>
          <w:u w:val="single"/>
        </w:rPr>
        <w:t>t</w:t>
      </w:r>
      <w:r w:rsidR="0066369B" w:rsidRPr="003F5888">
        <w:rPr>
          <w:rFonts w:ascii="Arial" w:hAnsi="Arial" w:cs="Arial"/>
          <w:sz w:val="22"/>
          <w:szCs w:val="22"/>
          <w:u w:val="single"/>
        </w:rPr>
        <w:t>i</w:t>
      </w:r>
      <w:r w:rsidR="001F54B9" w:rsidRPr="003F5888">
        <w:rPr>
          <w:rFonts w:ascii="Arial" w:hAnsi="Arial" w:cs="Arial"/>
          <w:sz w:val="22"/>
          <w:szCs w:val="22"/>
          <w:u w:val="single"/>
        </w:rPr>
        <w:t>va</w:t>
      </w:r>
      <w:r w:rsidR="001F54B9">
        <w:rPr>
          <w:rFonts w:ascii="Arial" w:hAnsi="Arial" w:cs="Arial"/>
          <w:sz w:val="22"/>
          <w:szCs w:val="22"/>
        </w:rPr>
        <w:t>.</w:t>
      </w:r>
    </w:p>
    <w:p w14:paraId="52D7C4F1" w14:textId="05F23523" w:rsidR="003F5888" w:rsidRDefault="003F5888" w:rsidP="5D3D63F7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11309F1D" w14:textId="60DF0698" w:rsidR="003F5888" w:rsidRDefault="003F5888" w:rsidP="003F5888">
      <w:pPr>
        <w:spacing w:after="120" w:line="276" w:lineRule="auto"/>
        <w:jc w:val="center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</w:rPr>
        <w:t>DICHIARA, INOLTRE</w:t>
      </w:r>
    </w:p>
    <w:p w14:paraId="29430FB8" w14:textId="79F69621" w:rsidR="003F5888" w:rsidRDefault="003F5888" w:rsidP="5D3D63F7">
      <w:pPr>
        <w:spacing w:after="120" w:line="276" w:lineRule="auto"/>
        <w:rPr>
          <w:rFonts w:ascii="Arial" w:eastAsia="Arial" w:hAnsi="Arial" w:cs="Arial"/>
          <w:sz w:val="22"/>
          <w:szCs w:val="22"/>
        </w:rPr>
      </w:pPr>
      <w:r w:rsidRPr="5D3D63F7">
        <w:rPr>
          <w:rFonts w:ascii="Arial" w:hAnsi="Arial" w:cs="Arial"/>
          <w:sz w:val="22"/>
          <w:szCs w:val="22"/>
        </w:rPr>
        <w:t>di aver preso visione dell’informativa privacy (</w:t>
      </w:r>
      <w:r w:rsidRPr="5D3D63F7">
        <w:rPr>
          <w:rFonts w:ascii="Arial" w:hAnsi="Arial" w:cs="Arial"/>
          <w:b/>
          <w:bCs/>
          <w:i/>
          <w:iCs/>
          <w:sz w:val="22"/>
          <w:szCs w:val="22"/>
        </w:rPr>
        <w:t xml:space="preserve">Allegato A </w:t>
      </w:r>
      <w:r w:rsidRPr="5D3D63F7">
        <w:rPr>
          <w:rFonts w:ascii="Arial" w:hAnsi="Arial" w:cs="Arial"/>
          <w:sz w:val="22"/>
          <w:szCs w:val="22"/>
        </w:rPr>
        <w:t>alla presente), ai sensi dell’art. 13 del Regolamento (UE) 2016/679</w:t>
      </w:r>
      <w:r w:rsidR="48984575" w:rsidRPr="5D3D63F7">
        <w:rPr>
          <w:rFonts w:ascii="Arial" w:hAnsi="Arial" w:cs="Arial"/>
          <w:sz w:val="22"/>
          <w:szCs w:val="22"/>
        </w:rPr>
        <w:t xml:space="preserve"> </w:t>
      </w:r>
      <w:r w:rsidR="48984575" w:rsidRPr="5D3D63F7">
        <w:rPr>
          <w:rFonts w:ascii="Arial" w:eastAsia="Arial" w:hAnsi="Arial" w:cs="Arial"/>
          <w:sz w:val="22"/>
          <w:szCs w:val="22"/>
        </w:rPr>
        <w:t>e di accettarne il contenuto.</w:t>
      </w:r>
    </w:p>
    <w:p w14:paraId="3480B27E" w14:textId="53E44A65" w:rsidR="00D23627" w:rsidRDefault="003F5888">
      <w:pPr>
        <w:spacing w:after="120" w:line="276" w:lineRule="auto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 w:rsidR="00C32A89">
        <w:rPr>
          <w:rFonts w:ascii="Arial" w:hAnsi="Arial" w:cs="Arial"/>
          <w:b/>
          <w:sz w:val="22"/>
          <w:szCs w:val="22"/>
        </w:rPr>
        <w:t> </w:t>
      </w:r>
      <w:r w:rsidR="00C32A89">
        <w:rPr>
          <w:rFonts w:ascii="Arial" w:hAnsi="Arial" w:cs="Arial"/>
          <w:b/>
          <w:sz w:val="22"/>
          <w:szCs w:val="22"/>
        </w:rPr>
        <w:t> </w:t>
      </w:r>
      <w:r w:rsidR="00C32A89">
        <w:rPr>
          <w:rFonts w:ascii="Arial" w:hAnsi="Arial" w:cs="Arial"/>
          <w:b/>
          <w:sz w:val="22"/>
          <w:szCs w:val="22"/>
        </w:rPr>
        <w:t> </w:t>
      </w:r>
    </w:p>
    <w:p w14:paraId="5BAA1986" w14:textId="277336B1" w:rsidR="00D23627" w:rsidRDefault="00D23627"/>
    <w:p w14:paraId="75B9AD16" w14:textId="68A55C06" w:rsidR="003F5888" w:rsidRDefault="003F5888" w:rsidP="5D3D63F7"/>
    <w:p w14:paraId="31169488" w14:textId="4C272F05" w:rsidR="003F5888" w:rsidRDefault="003F5888"/>
    <w:p w14:paraId="1643B1C1" w14:textId="6A27F22C" w:rsidR="003F5888" w:rsidRDefault="003F5888"/>
    <w:p w14:paraId="61D8AAA7" w14:textId="38D8A575" w:rsidR="5D3D63F7" w:rsidRDefault="5D3D63F7" w:rsidP="5D3D63F7"/>
    <w:p w14:paraId="724BA4A9" w14:textId="6831CCF9" w:rsidR="5D3D63F7" w:rsidRDefault="5D3D63F7" w:rsidP="5D3D63F7"/>
    <w:p w14:paraId="7C1130D2" w14:textId="301B3B6A" w:rsidR="5D3D63F7" w:rsidRDefault="5D3D63F7" w:rsidP="5D3D63F7"/>
    <w:p w14:paraId="48DDD508" w14:textId="08F60C25" w:rsidR="5D3D63F7" w:rsidRDefault="5D3D63F7" w:rsidP="5D3D63F7"/>
    <w:p w14:paraId="27B58BDC" w14:textId="23FB80EF" w:rsidR="5D3D63F7" w:rsidRDefault="5D3D63F7" w:rsidP="5D3D63F7"/>
    <w:p w14:paraId="21328C60" w14:textId="1725B5A3" w:rsidR="5D3D63F7" w:rsidRDefault="5D3D63F7" w:rsidP="5D3D63F7"/>
    <w:p w14:paraId="62391475" w14:textId="6DF2DF98" w:rsidR="5D3D63F7" w:rsidRDefault="5D3D63F7" w:rsidP="5D3D63F7"/>
    <w:p w14:paraId="6E155ACB" w14:textId="17EBF6EB" w:rsidR="5D3D63F7" w:rsidRDefault="5D3D63F7" w:rsidP="5D3D63F7"/>
    <w:p w14:paraId="2F0144D8" w14:textId="77777777" w:rsidR="005B5006" w:rsidRDefault="005B5006" w:rsidP="5D3D63F7"/>
    <w:p w14:paraId="3F7F189E" w14:textId="77777777" w:rsidR="005B5006" w:rsidRDefault="005B5006" w:rsidP="5D3D63F7"/>
    <w:p w14:paraId="7D1FFF39" w14:textId="77777777" w:rsidR="005B5006" w:rsidRDefault="005B5006" w:rsidP="5D3D63F7"/>
    <w:p w14:paraId="41432804" w14:textId="77777777" w:rsidR="005B5006" w:rsidRDefault="005B5006" w:rsidP="5D3D63F7"/>
    <w:p w14:paraId="163B75D9" w14:textId="77777777" w:rsidR="005B5006" w:rsidRDefault="005B5006" w:rsidP="5D3D63F7"/>
    <w:p w14:paraId="5519C68D" w14:textId="77777777" w:rsidR="005B5006" w:rsidRDefault="005B5006" w:rsidP="5D3D63F7"/>
    <w:p w14:paraId="179D6AC1" w14:textId="77777777" w:rsidR="005B5006" w:rsidRDefault="005B5006" w:rsidP="5D3D63F7"/>
    <w:p w14:paraId="7E37F537" w14:textId="77777777" w:rsidR="005B5006" w:rsidRDefault="005B5006" w:rsidP="5D3D63F7"/>
    <w:p w14:paraId="4C2C12B4" w14:textId="77777777" w:rsidR="005B5006" w:rsidRDefault="005B5006" w:rsidP="5D3D63F7"/>
    <w:p w14:paraId="26EBDBCF" w14:textId="77777777" w:rsidR="005B5006" w:rsidRDefault="005B5006" w:rsidP="5D3D63F7"/>
    <w:p w14:paraId="0C78A68C" w14:textId="77777777" w:rsidR="005B5006" w:rsidRDefault="005B5006" w:rsidP="5D3D63F7"/>
    <w:p w14:paraId="6577616B" w14:textId="28269B2E" w:rsidR="5D3D63F7" w:rsidRDefault="5D3D63F7" w:rsidP="5D3D63F7"/>
    <w:p w14:paraId="3FF3B063" w14:textId="77777777" w:rsidR="003F5888" w:rsidRDefault="003F5888" w:rsidP="003F5888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>ALLEGATO A</w:t>
      </w:r>
    </w:p>
    <w:p w14:paraId="02C2A760" w14:textId="77777777" w:rsidR="003F5888" w:rsidRDefault="003F5888" w:rsidP="003F5888">
      <w:pPr>
        <w:jc w:val="center"/>
      </w:pPr>
      <w:r>
        <w:rPr>
          <w:b/>
          <w:bCs/>
          <w:color w:val="000000"/>
          <w:sz w:val="20"/>
          <w:szCs w:val="20"/>
        </w:rPr>
        <w:t>Informativa ai sensi dell’art. 13 del Regolamento (UE) 2016/679</w:t>
      </w:r>
    </w:p>
    <w:p w14:paraId="009BC673" w14:textId="77777777" w:rsidR="003F5888" w:rsidRDefault="003F5888" w:rsidP="003F5888">
      <w:pPr>
        <w:rPr>
          <w:bCs/>
          <w:color w:val="000000"/>
          <w:sz w:val="20"/>
          <w:szCs w:val="20"/>
        </w:rPr>
      </w:pPr>
    </w:p>
    <w:p w14:paraId="7318E293" w14:textId="77777777" w:rsidR="003F5888" w:rsidRDefault="003F5888" w:rsidP="003F588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Ai sensi e per gli effetti dell´art. 13 del Regolamento (UE) 2016/679 (di seguito anche “Regolamento”) l’Agenzia del Demanio (di seguito anche “Agenzia” o “Titolare”) in qualità di Titolare rende note le finalità e le modalità del trattamento dei dati personali forniti dai partecipanti alla presente procedura.</w:t>
      </w:r>
    </w:p>
    <w:p w14:paraId="1CB9061A" w14:textId="77777777" w:rsidR="003F5888" w:rsidRDefault="003F5888" w:rsidP="003F588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personali conferiti dagli interessati, mediante la compilazione dei moduli predisposti dal Titolare e l’inoltro della documentazione dallo stesso richiesta, saranno trattati dall’Agenzia esclusivamente per lo svolgimento degli adempimenti connessi alla presente procedura. </w:t>
      </w:r>
    </w:p>
    <w:p w14:paraId="012BDF0D" w14:textId="77777777" w:rsidR="003F5888" w:rsidRDefault="003F5888" w:rsidP="003F5888">
      <w:pPr>
        <w:rPr>
          <w:sz w:val="20"/>
          <w:szCs w:val="20"/>
        </w:rPr>
      </w:pPr>
      <w:r>
        <w:rPr>
          <w:sz w:val="20"/>
          <w:szCs w:val="20"/>
        </w:rPr>
        <w:t>Il conferimento dei dati ha natura obbligatoria, nel senso che l’operatore economico, se intende partecipare alla procedura, deve rendere le prescritte dichiarazioni a pena di esclusione.</w:t>
      </w:r>
    </w:p>
    <w:p w14:paraId="0B18B3C4" w14:textId="77777777" w:rsidR="003F5888" w:rsidRDefault="003F5888" w:rsidP="003F588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I dati forniti saranno trattati dall’Agenzia in conformità con quanto previsto e disciplinato dal Regolamento ed in particolare mediante strumenti manuali, informatici e telematici, con logiche strettamente correlate alle finalità già esplicitate, in modo lecito e secondo correttezza nonché nel rispetto del principio di minimizzazione.</w:t>
      </w:r>
    </w:p>
    <w:p w14:paraId="4DB528F7" w14:textId="77777777" w:rsidR="003F5888" w:rsidRDefault="003F5888" w:rsidP="003F588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medesimi saranno conservati per il tempo strettamente necessario al raggiungimento delle finalità per le quali sono stati conferiti e successivamente per l’adempimento degli obblighi di legge connessi e conseguenti alla presente procedura. </w:t>
      </w:r>
    </w:p>
    <w:p w14:paraId="39F16B01" w14:textId="77777777" w:rsidR="003F5888" w:rsidRDefault="003F5888" w:rsidP="003F588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L’Agenzia non adotta processi decisionali automatizzati e non effettua alcuna attività di profilazione degli interessati. </w:t>
      </w:r>
    </w:p>
    <w:p w14:paraId="7DA2CA4B" w14:textId="77777777" w:rsidR="003F5888" w:rsidRDefault="003F5888" w:rsidP="003F588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potranno essere comunicati ad altre Pubbliche Autorità e Amministrazioni per l’esecuzione di loro ordini e per l’adempimento di obblighi di legge, ove previsti, e potranno essere conosciuti dai dipendenti, dell’Agenzia, previamente autorizzati e istruiti dal Titolare, per le sole finalità connesse alla procedura. </w:t>
      </w:r>
    </w:p>
    <w:p w14:paraId="6937A3A4" w14:textId="77777777" w:rsidR="003F5888" w:rsidRDefault="003F5888" w:rsidP="003F5888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L’Agenzia potrà, altresì,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14:paraId="168DC949" w14:textId="77777777" w:rsidR="003F5888" w:rsidRDefault="003F5888" w:rsidP="003F5888">
      <w:r>
        <w:rPr>
          <w:bCs/>
          <w:color w:val="000000"/>
          <w:sz w:val="20"/>
          <w:szCs w:val="20"/>
        </w:rPr>
        <w:t>Considerata l’estrema delicatezza della procedura in oggetto, l’Agenzia potrà trattare le informazioni</w:t>
      </w:r>
      <w:r>
        <w:rPr>
          <w:sz w:val="20"/>
          <w:szCs w:val="20"/>
        </w:rPr>
        <w:t xml:space="preserve"> previste dall’art. 10 del Regolamento, relative a condanne penali e reati o a connesse misure di sicurezza (c.d. dati giudiziari) di cui si dà piena garanzia di trattamento nel rispetto delle prescrizioni di legge.</w:t>
      </w:r>
    </w:p>
    <w:p w14:paraId="586FAEEA" w14:textId="77777777" w:rsidR="003F5888" w:rsidRDefault="003F5888" w:rsidP="003F5888">
      <w:pPr>
        <w:rPr>
          <w:sz w:val="20"/>
          <w:szCs w:val="20"/>
        </w:rPr>
      </w:pPr>
      <w:r>
        <w:rPr>
          <w:sz w:val="20"/>
          <w:szCs w:val="20"/>
        </w:rPr>
        <w:t xml:space="preserve">Gli interessati potranno esercitare il diritto di chiedere al Titolare del trattamento l'accesso ai dati personali e la rettifica o la cancellazione degli stessi o la limitazione del trattamento che li riguarda o di opporsi al trattamento stesso (artt. 15 e ss. del Regolamento). L'apposita istanza potrà essere inviata all’Agenzia del Demanio, Titolare del Trattamento, presso la sede di Via Barberini n. 38 – </w:t>
      </w:r>
      <w:proofErr w:type="gramStart"/>
      <w:r>
        <w:rPr>
          <w:sz w:val="20"/>
          <w:szCs w:val="20"/>
        </w:rPr>
        <w:t>00187  Roma</w:t>
      </w:r>
      <w:proofErr w:type="gramEnd"/>
      <w:r>
        <w:rPr>
          <w:sz w:val="20"/>
          <w:szCs w:val="20"/>
        </w:rPr>
        <w:t xml:space="preserve"> oppure al Responsabile della protezione dei dati personali, domiciliato per la funzione presso la medesima sede e contattabile all’indirizzo email: demanio.dpo@agenziademanio.it </w:t>
      </w:r>
    </w:p>
    <w:p w14:paraId="4F962617" w14:textId="77777777" w:rsidR="003F5888" w:rsidRDefault="003F5888" w:rsidP="003F5888">
      <w:r>
        <w:rPr>
          <w:sz w:val="20"/>
          <w:szCs w:val="20"/>
        </w:rPr>
        <w:t>Gli interessati che ritengono che il trattamento dei dati personali a Loro riferiti effettuato dall’Agenzia del Demanio avvenga in violazione di quanto previsto dal Regolamento hanno il diritto di proporre reclamo al Garante, come previsto dall'art. 77 del Regolamento stesso, o di adire le opportune sedi giudiziarie (art. 79 del Regolamento).</w:t>
      </w:r>
    </w:p>
    <w:p w14:paraId="19826F4F" w14:textId="77777777" w:rsidR="003F5888" w:rsidRDefault="003F5888"/>
    <w:sectPr w:rsidR="003F5888" w:rsidSect="00D571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843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7F217" w14:textId="77777777" w:rsidR="00AE1028" w:rsidRDefault="00C32A89">
      <w:r>
        <w:separator/>
      </w:r>
    </w:p>
  </w:endnote>
  <w:endnote w:type="continuationSeparator" w:id="0">
    <w:p w14:paraId="7D636859" w14:textId="77777777" w:rsidR="00AE1028" w:rsidRDefault="00C3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2EBE" w14:textId="3A14C76C" w:rsidR="001F54B9" w:rsidRDefault="001F54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C75E" w14:textId="7A88FAD3" w:rsidR="00D744F8" w:rsidRDefault="005B5006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  <w:r>
      <w:rPr>
        <w:rFonts w:ascii="Verdana" w:hAnsi="Verdana" w:cs="Arial"/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0B7593" wp14:editId="59B3FE05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224002290" name="MSIPCMb139443282972065184c77ea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E0A6C1" w14:textId="4A25102E" w:rsidR="005B5006" w:rsidRPr="005B5006" w:rsidRDefault="005B5006" w:rsidP="005B5006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5B5006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0B7593" id="_x0000_t202" coordsize="21600,21600" o:spt="202" path="m,l,21600r21600,l21600,xe">
              <v:stroke joinstyle="miter"/>
              <v:path gradientshapeok="t" o:connecttype="rect"/>
            </v:shapetype>
            <v:shape id="MSIPCMb139443282972065184c77ea" o:spid="_x0000_s1026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" o:allowincell="f" filled="f" stroked="f" strokeweight=".5pt">
              <v:fill o:detectmouseclick="t"/>
              <v:textbox inset="20pt,0,,0">
                <w:txbxContent>
                  <w:p w14:paraId="02E0A6C1" w14:textId="4A25102E" w:rsidR="005B5006" w:rsidRPr="005B5006" w:rsidRDefault="005B5006" w:rsidP="005B5006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5B5006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69D67B7" w14:textId="6EA05E3F" w:rsidR="00D744F8" w:rsidRDefault="00C32A89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3F5888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3F5888">
      <w:rPr>
        <w:rFonts w:ascii="Arial" w:hAnsi="Arial" w:cs="Arial"/>
        <w:noProof/>
        <w:sz w:val="20"/>
        <w:szCs w:val="20"/>
      </w:rPr>
      <w:t>4</w:t>
    </w:r>
    <w:r>
      <w:rPr>
        <w:rFonts w:ascii="Arial" w:hAnsi="Arial" w:cs="Arial"/>
        <w:sz w:val="20"/>
        <w:szCs w:val="20"/>
      </w:rPr>
      <w:fldChar w:fldCharType="end"/>
    </w:r>
  </w:p>
  <w:p w14:paraId="0FA0E061" w14:textId="77777777" w:rsidR="00D744F8" w:rsidRDefault="00D744F8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5EDE" w14:textId="4A6AD640" w:rsidR="001F54B9" w:rsidRDefault="005B5006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FAA2B0A" wp14:editId="014A57F8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195799773" name="MSIPCM449b4ca0ba27d70620238500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862AD7" w14:textId="7CADB09A" w:rsidR="005B5006" w:rsidRPr="005B5006" w:rsidRDefault="005B5006" w:rsidP="005B5006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5B5006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AA2B0A" id="_x0000_t202" coordsize="21600,21600" o:spt="202" path="m,l,21600r21600,l21600,xe">
              <v:stroke joinstyle="miter"/>
              <v:path gradientshapeok="t" o:connecttype="rect"/>
            </v:shapetype>
            <v:shape id="MSIPCM449b4ca0ba27d70620238500" o:spid="_x0000_s1027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fill o:detectmouseclick="t"/>
              <v:textbox inset="20pt,0,,0">
                <w:txbxContent>
                  <w:p w14:paraId="09862AD7" w14:textId="7CADB09A" w:rsidR="005B5006" w:rsidRPr="005B5006" w:rsidRDefault="005B5006" w:rsidP="005B5006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5B5006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FFA0" w14:textId="77777777" w:rsidR="00AE1028" w:rsidRDefault="00C32A89">
      <w:r>
        <w:rPr>
          <w:color w:val="000000"/>
        </w:rPr>
        <w:separator/>
      </w:r>
    </w:p>
  </w:footnote>
  <w:footnote w:type="continuationSeparator" w:id="0">
    <w:p w14:paraId="638FFEFC" w14:textId="77777777" w:rsidR="00AE1028" w:rsidRDefault="00C32A89">
      <w:r>
        <w:continuationSeparator/>
      </w:r>
    </w:p>
  </w:footnote>
  <w:footnote w:id="1">
    <w:p w14:paraId="5EB27017" w14:textId="77777777" w:rsidR="003F5888" w:rsidRDefault="003F5888" w:rsidP="003F5888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7E830E40" w14:textId="77777777" w:rsidR="003F5888" w:rsidRDefault="003F5888" w:rsidP="003F5888">
      <w:pPr>
        <w:numPr>
          <w:ilvl w:val="0"/>
          <w:numId w:val="6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dal legale rappresentante o procuratore delegato</w:t>
      </w:r>
    </w:p>
    <w:p w14:paraId="04C69CAC" w14:textId="77777777" w:rsidR="003F5888" w:rsidRDefault="003F5888" w:rsidP="003F5888">
      <w:pPr>
        <w:numPr>
          <w:ilvl w:val="0"/>
          <w:numId w:val="6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527529DB" w14:textId="77777777" w:rsidR="003F5888" w:rsidRDefault="003F5888" w:rsidP="003F5888">
      <w:pPr>
        <w:numPr>
          <w:ilvl w:val="0"/>
          <w:numId w:val="6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73D39950" w14:textId="77777777" w:rsidR="003F5888" w:rsidRDefault="003F5888" w:rsidP="003F5888">
      <w:pPr>
        <w:numPr>
          <w:ilvl w:val="0"/>
          <w:numId w:val="6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17AD7B57" w14:textId="77777777" w:rsidR="003F5888" w:rsidRDefault="003F5888" w:rsidP="003F588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0EA9" w14:textId="77777777" w:rsidR="001F54B9" w:rsidRDefault="001F54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58DF" w14:textId="1BC0E388" w:rsidR="00D744F8" w:rsidRDefault="00D744F8">
    <w:pPr>
      <w:pStyle w:val="Intestazione"/>
      <w:pBdr>
        <w:bottom w:val="single" w:sz="4" w:space="1" w:color="BFBFBF"/>
      </w:pBd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0D58" w14:textId="1879D8DF" w:rsidR="00D57133" w:rsidRDefault="00D57133" w:rsidP="00D57133">
    <w:pPr>
      <w:pStyle w:val="Intestazione"/>
      <w:pBdr>
        <w:bottom w:val="single" w:sz="4" w:space="1" w:color="BFBFBF"/>
      </w:pBdr>
      <w:jc w:val="right"/>
    </w:pPr>
    <w:r w:rsidRPr="003F5888">
      <w:rPr>
        <w:rFonts w:ascii="Arial" w:hAnsi="Arial" w:cs="Arial"/>
        <w:sz w:val="20"/>
        <w:szCs w:val="20"/>
      </w:rPr>
      <w:t xml:space="preserve">Allegato </w:t>
    </w:r>
    <w:r w:rsidR="001F54B9" w:rsidRPr="003F5888">
      <w:rPr>
        <w:rFonts w:ascii="Arial" w:hAnsi="Arial" w:cs="Arial"/>
        <w:sz w:val="20"/>
        <w:szCs w:val="20"/>
      </w:rPr>
      <w:t>3.4</w:t>
    </w:r>
    <w:r w:rsidR="003F5888">
      <w:rPr>
        <w:rFonts w:ascii="Arial" w:hAnsi="Arial" w:cs="Arial"/>
        <w:sz w:val="20"/>
        <w:szCs w:val="20"/>
      </w:rPr>
      <w:t xml:space="preserve"> - </w:t>
    </w:r>
    <w:r w:rsidRPr="003F5888">
      <w:rPr>
        <w:rFonts w:ascii="Arial" w:hAnsi="Arial" w:cs="Arial"/>
        <w:sz w:val="16"/>
        <w:szCs w:val="16"/>
        <w:lang w:eastAsia="en-US"/>
      </w:rPr>
      <w:t>Dichiarazione integrativa</w:t>
    </w:r>
    <w:r>
      <w:rPr>
        <w:rFonts w:ascii="Arial" w:hAnsi="Arial" w:cs="Arial"/>
        <w:sz w:val="16"/>
        <w:szCs w:val="16"/>
        <w:lang w:eastAsia="en-US"/>
      </w:rPr>
      <w:t xml:space="preserve"> </w:t>
    </w:r>
  </w:p>
  <w:p w14:paraId="3D9EDBCE" w14:textId="77777777" w:rsidR="00D57133" w:rsidRDefault="00D571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CB1BC"/>
    <w:multiLevelType w:val="hybridMultilevel"/>
    <w:tmpl w:val="E5CC79D4"/>
    <w:lvl w:ilvl="0" w:tplc="269237C8">
      <w:start w:val="1"/>
      <w:numFmt w:val="decimal"/>
      <w:lvlText w:val="%1."/>
      <w:lvlJc w:val="left"/>
      <w:pPr>
        <w:ind w:left="720" w:hanging="360"/>
      </w:pPr>
    </w:lvl>
    <w:lvl w:ilvl="1" w:tplc="686420D2">
      <w:start w:val="1"/>
      <w:numFmt w:val="lowerLetter"/>
      <w:lvlText w:val="%2."/>
      <w:lvlJc w:val="left"/>
      <w:pPr>
        <w:ind w:left="1440" w:hanging="360"/>
      </w:pPr>
    </w:lvl>
    <w:lvl w:ilvl="2" w:tplc="7082A89E">
      <w:start w:val="1"/>
      <w:numFmt w:val="lowerRoman"/>
      <w:lvlText w:val="%3."/>
      <w:lvlJc w:val="right"/>
      <w:pPr>
        <w:ind w:left="2160" w:hanging="180"/>
      </w:pPr>
    </w:lvl>
    <w:lvl w:ilvl="3" w:tplc="521C7CDC">
      <w:start w:val="1"/>
      <w:numFmt w:val="decimal"/>
      <w:lvlText w:val="%4."/>
      <w:lvlJc w:val="left"/>
      <w:pPr>
        <w:ind w:left="2880" w:hanging="360"/>
      </w:pPr>
    </w:lvl>
    <w:lvl w:ilvl="4" w:tplc="9708BC50">
      <w:start w:val="1"/>
      <w:numFmt w:val="lowerLetter"/>
      <w:lvlText w:val="%5."/>
      <w:lvlJc w:val="left"/>
      <w:pPr>
        <w:ind w:left="3600" w:hanging="360"/>
      </w:pPr>
    </w:lvl>
    <w:lvl w:ilvl="5" w:tplc="D9DA43E6">
      <w:start w:val="1"/>
      <w:numFmt w:val="lowerRoman"/>
      <w:lvlText w:val="%6."/>
      <w:lvlJc w:val="right"/>
      <w:pPr>
        <w:ind w:left="4320" w:hanging="180"/>
      </w:pPr>
    </w:lvl>
    <w:lvl w:ilvl="6" w:tplc="57083B42">
      <w:start w:val="1"/>
      <w:numFmt w:val="decimal"/>
      <w:lvlText w:val="%7."/>
      <w:lvlJc w:val="left"/>
      <w:pPr>
        <w:ind w:left="5040" w:hanging="360"/>
      </w:pPr>
    </w:lvl>
    <w:lvl w:ilvl="7" w:tplc="D3E4933E">
      <w:start w:val="1"/>
      <w:numFmt w:val="lowerLetter"/>
      <w:lvlText w:val="%8."/>
      <w:lvlJc w:val="left"/>
      <w:pPr>
        <w:ind w:left="5760" w:hanging="360"/>
      </w:pPr>
    </w:lvl>
    <w:lvl w:ilvl="8" w:tplc="157C931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6B22"/>
    <w:multiLevelType w:val="hybridMultilevel"/>
    <w:tmpl w:val="A6F48D2E"/>
    <w:lvl w:ilvl="0" w:tplc="BB1A4B6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94E05"/>
    <w:multiLevelType w:val="multilevel"/>
    <w:tmpl w:val="99D4C8C0"/>
    <w:lvl w:ilvl="0">
      <w:numFmt w:val="bullet"/>
      <w:lvlText w:val=""/>
      <w:lvlJc w:val="left"/>
      <w:pPr>
        <w:ind w:left="172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4" w:hanging="360"/>
      </w:pPr>
      <w:rPr>
        <w:rFonts w:ascii="Wingdings" w:hAnsi="Wingdings"/>
      </w:rPr>
    </w:lvl>
  </w:abstractNum>
  <w:abstractNum w:abstractNumId="3" w15:restartNumberingAfterBreak="0">
    <w:nsid w:val="4BBA6469"/>
    <w:multiLevelType w:val="multilevel"/>
    <w:tmpl w:val="CCCEA5A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C030B"/>
    <w:multiLevelType w:val="multilevel"/>
    <w:tmpl w:val="D682D3BE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4803F87"/>
    <w:multiLevelType w:val="multilevel"/>
    <w:tmpl w:val="237CB64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6808F5"/>
    <w:multiLevelType w:val="multilevel"/>
    <w:tmpl w:val="90B2950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307432">
    <w:abstractNumId w:val="0"/>
  </w:num>
  <w:num w:numId="2" w16cid:durableId="2026053532">
    <w:abstractNumId w:val="6"/>
  </w:num>
  <w:num w:numId="3" w16cid:durableId="499203365">
    <w:abstractNumId w:val="2"/>
  </w:num>
  <w:num w:numId="4" w16cid:durableId="2025204749">
    <w:abstractNumId w:val="3"/>
  </w:num>
  <w:num w:numId="5" w16cid:durableId="20471918">
    <w:abstractNumId w:val="5"/>
  </w:num>
  <w:num w:numId="6" w16cid:durableId="1491142890">
    <w:abstractNumId w:val="4"/>
  </w:num>
  <w:num w:numId="7" w16cid:durableId="1253977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k9jEgvS+UZy3df4hO9ymy4cGe8ajxgs0sBD3wkvg79i+OubA8qPpRFCdfekGQ7TuZ38RJpdR41An8QilzT4VQQ==" w:salt="nEVjlrLDYYtRFFSIktJN8g==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27"/>
    <w:rsid w:val="00014E8F"/>
    <w:rsid w:val="00123814"/>
    <w:rsid w:val="0015590F"/>
    <w:rsid w:val="001F54B9"/>
    <w:rsid w:val="001F7B76"/>
    <w:rsid w:val="0020467C"/>
    <w:rsid w:val="00205943"/>
    <w:rsid w:val="002E18C0"/>
    <w:rsid w:val="003F5888"/>
    <w:rsid w:val="005B5006"/>
    <w:rsid w:val="00614591"/>
    <w:rsid w:val="0066369B"/>
    <w:rsid w:val="006D0764"/>
    <w:rsid w:val="0099467D"/>
    <w:rsid w:val="00AE1028"/>
    <w:rsid w:val="00B47F61"/>
    <w:rsid w:val="00C32A89"/>
    <w:rsid w:val="00C82B7B"/>
    <w:rsid w:val="00D23627"/>
    <w:rsid w:val="00D32A34"/>
    <w:rsid w:val="00D57133"/>
    <w:rsid w:val="00D744F8"/>
    <w:rsid w:val="00DE3D51"/>
    <w:rsid w:val="00E147DE"/>
    <w:rsid w:val="0ACCF79E"/>
    <w:rsid w:val="190F225C"/>
    <w:rsid w:val="21010BE4"/>
    <w:rsid w:val="257317A4"/>
    <w:rsid w:val="2DB21AE3"/>
    <w:rsid w:val="331BCE6D"/>
    <w:rsid w:val="3FB79DE5"/>
    <w:rsid w:val="48984575"/>
    <w:rsid w:val="56E56FDF"/>
    <w:rsid w:val="5D3D63F7"/>
    <w:rsid w:val="6137A78A"/>
    <w:rsid w:val="62C979FA"/>
    <w:rsid w:val="6985FF42"/>
    <w:rsid w:val="786EC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F55C"/>
  <w15:docId w15:val="{5261720C-3610-45AE-AA14-809D8A0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  <w:rsid w:val="001F7B76"/>
  </w:style>
  <w:style w:type="character" w:customStyle="1" w:styleId="eop">
    <w:name w:val="eop"/>
    <w:basedOn w:val="Carpredefinitoparagrafo"/>
    <w:rsid w:val="001F7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trs83h42h501y\OneDrive%20-%20agenziademanio.it\Document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f4dd3-9ba6-4b68-9cd3-52a20e1ca751">
      <Terms xmlns="http://schemas.microsoft.com/office/infopath/2007/PartnerControls"/>
    </lcf76f155ced4ddcb4097134ff3c332f>
    <TaxCatchAll xmlns="669e27d3-099d-4a39-9263-39cd942d079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81DE6A833ECB4395516B44A0107C9F" ma:contentTypeVersion="14" ma:contentTypeDescription="Creare un nuovo documento." ma:contentTypeScope="" ma:versionID="52c51730efceb0b67204bbadfcbaccb4">
  <xsd:schema xmlns:xsd="http://www.w3.org/2001/XMLSchema" xmlns:xs="http://www.w3.org/2001/XMLSchema" xmlns:p="http://schemas.microsoft.com/office/2006/metadata/properties" xmlns:ns2="ad6f4dd3-9ba6-4b68-9cd3-52a20e1ca751" xmlns:ns3="669e27d3-099d-4a39-9263-39cd942d0797" targetNamespace="http://schemas.microsoft.com/office/2006/metadata/properties" ma:root="true" ma:fieldsID="d5b2a505c9a523374a72ebf590630b41" ns2:_="" ns3:_="">
    <xsd:import namespace="ad6f4dd3-9ba6-4b68-9cd3-52a20e1ca751"/>
    <xsd:import namespace="669e27d3-099d-4a39-9263-39cd942d0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f4dd3-9ba6-4b68-9cd3-52a20e1ca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e27d3-099d-4a39-9263-39cd942d07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30d36e-1305-4e5e-a8b4-3a515a3972cb}" ma:internalName="TaxCatchAll" ma:showField="CatchAllData" ma:web="669e27d3-099d-4a39-9263-39cd942d07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9D1180-EB36-495C-9E6E-C4FD16CF7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F6DDA7-34F1-454D-BF30-B9FC149E9B5F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customXml/itemProps3.xml><?xml version="1.0" encoding="utf-8"?>
<ds:datastoreItem xmlns:ds="http://schemas.openxmlformats.org/officeDocument/2006/customXml" ds:itemID="{294F76C8-55A0-4E02-82A2-069354A226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E28B9-FE1B-44EA-AC39-0C6600F53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f4dd3-9ba6-4b68-9cd3-52a20e1ca751"/>
    <ds:schemaRef ds:uri="669e27d3-099d-4a39-9263-39cd942d07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</TotalTime>
  <Pages>4</Pages>
  <Words>1372</Words>
  <Characters>7824</Characters>
  <Application>Microsoft Office Word</Application>
  <DocSecurity>0</DocSecurity>
  <Lines>65</Lines>
  <Paragraphs>18</Paragraphs>
  <ScaleCrop>false</ScaleCrop>
  <Company>Agenzia del Demanio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FISCINA MICHELE</cp:lastModifiedBy>
  <cp:revision>13</cp:revision>
  <cp:lastPrinted>2019-04-26T06:38:00Z</cp:lastPrinted>
  <dcterms:created xsi:type="dcterms:W3CDTF">2023-12-05T09:26:00Z</dcterms:created>
  <dcterms:modified xsi:type="dcterms:W3CDTF">2023-12-12T11:36:00Z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0x010100CC81DE6A833ECB4395516B44A0107C9F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2023-12-12T11:36:34Z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420d005e-f6d7-473a-8600-f88a1682f8c3</vt:lpwstr>
  </property>
  <property fmtid="{D5CDD505-2E9C-101B-9397-08002B2CF9AE}" pid="10" name="MSIP_Label_3712ed7a-c3f3-40dd-a6e9-bab62c26469f_ContentBits">
    <vt:lpwstr>3</vt:lpwstr>
  </property>
</Properties>
</file>